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D74" w:rsidRDefault="006B4D74" w:rsidP="00A26415">
      <w:pPr>
        <w:spacing w:afterLines="100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t>2020</w:t>
      </w:r>
      <w:r>
        <w:rPr>
          <w:rFonts w:ascii="黑体" w:eastAsia="黑体" w:hint="eastAsia"/>
          <w:sz w:val="36"/>
          <w:szCs w:val="36"/>
        </w:rPr>
        <w:t>年三亚市中学物理青年教师教学评比申请表</w:t>
      </w:r>
    </w:p>
    <w:tbl>
      <w:tblPr>
        <w:tblW w:w="8180" w:type="dxa"/>
        <w:jc w:val="center"/>
        <w:tblInd w:w="-1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27"/>
        <w:gridCol w:w="956"/>
        <w:gridCol w:w="1530"/>
        <w:gridCol w:w="1134"/>
        <w:gridCol w:w="2933"/>
      </w:tblGrid>
      <w:tr w:rsidR="006B4D74">
        <w:trPr>
          <w:trHeight w:val="731"/>
          <w:jc w:val="center"/>
        </w:trPr>
        <w:tc>
          <w:tcPr>
            <w:tcW w:w="1627" w:type="dxa"/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教师姓名</w:t>
            </w:r>
          </w:p>
        </w:tc>
        <w:tc>
          <w:tcPr>
            <w:tcW w:w="956" w:type="dxa"/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2664" w:type="dxa"/>
            <w:gridSpan w:val="2"/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联系手机</w:t>
            </w:r>
          </w:p>
        </w:tc>
        <w:tc>
          <w:tcPr>
            <w:tcW w:w="2933" w:type="dxa"/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电子邮箱</w:t>
            </w:r>
          </w:p>
        </w:tc>
      </w:tr>
      <w:tr w:rsidR="006B4D74">
        <w:trPr>
          <w:trHeight w:val="825"/>
          <w:jc w:val="center"/>
        </w:trPr>
        <w:tc>
          <w:tcPr>
            <w:tcW w:w="1627" w:type="dxa"/>
            <w:tcBorders>
              <w:top w:val="nil"/>
            </w:tcBorders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</w:tcBorders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4" w:type="dxa"/>
            <w:gridSpan w:val="2"/>
            <w:tcBorders>
              <w:top w:val="nil"/>
            </w:tcBorders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33" w:type="dxa"/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</w:p>
        </w:tc>
      </w:tr>
      <w:tr w:rsidR="006B4D74">
        <w:trPr>
          <w:trHeight w:val="852"/>
          <w:jc w:val="center"/>
        </w:trPr>
        <w:tc>
          <w:tcPr>
            <w:tcW w:w="1627" w:type="dxa"/>
            <w:tcBorders>
              <w:top w:val="nil"/>
            </w:tcBorders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任教年级</w:t>
            </w:r>
          </w:p>
        </w:tc>
        <w:tc>
          <w:tcPr>
            <w:tcW w:w="956" w:type="dxa"/>
            <w:tcBorders>
              <w:top w:val="nil"/>
            </w:tcBorders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1530" w:type="dxa"/>
            <w:tcBorders>
              <w:top w:val="nil"/>
            </w:tcBorders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年龄</w:t>
            </w:r>
          </w:p>
        </w:tc>
        <w:tc>
          <w:tcPr>
            <w:tcW w:w="4067" w:type="dxa"/>
            <w:gridSpan w:val="2"/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身份证号码</w:t>
            </w:r>
          </w:p>
        </w:tc>
      </w:tr>
      <w:tr w:rsidR="006B4D74">
        <w:trPr>
          <w:trHeight w:val="852"/>
          <w:jc w:val="center"/>
        </w:trPr>
        <w:tc>
          <w:tcPr>
            <w:tcW w:w="1627" w:type="dxa"/>
            <w:tcBorders>
              <w:top w:val="nil"/>
            </w:tcBorders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</w:tcBorders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7" w:type="dxa"/>
            <w:gridSpan w:val="2"/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</w:p>
        </w:tc>
      </w:tr>
      <w:tr w:rsidR="006B4D74">
        <w:trPr>
          <w:trHeight w:val="4118"/>
          <w:jc w:val="center"/>
        </w:trPr>
        <w:tc>
          <w:tcPr>
            <w:tcW w:w="1627" w:type="dxa"/>
            <w:tcBorders>
              <w:top w:val="nil"/>
            </w:tcBorders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个</w:t>
            </w:r>
          </w:p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</w:t>
            </w:r>
          </w:p>
        </w:tc>
        <w:tc>
          <w:tcPr>
            <w:tcW w:w="6553" w:type="dxa"/>
            <w:gridSpan w:val="4"/>
            <w:tcBorders>
              <w:top w:val="nil"/>
            </w:tcBorders>
          </w:tcPr>
          <w:p w:rsidR="006B4D74" w:rsidRDefault="006B4D74">
            <w:pPr>
              <w:rPr>
                <w:sz w:val="28"/>
                <w:szCs w:val="28"/>
              </w:rPr>
            </w:pPr>
          </w:p>
        </w:tc>
      </w:tr>
      <w:tr w:rsidR="006B4D74">
        <w:trPr>
          <w:trHeight w:val="2487"/>
          <w:jc w:val="center"/>
        </w:trPr>
        <w:tc>
          <w:tcPr>
            <w:tcW w:w="1627" w:type="dxa"/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学校</w:t>
            </w:r>
          </w:p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</w:t>
            </w:r>
          </w:p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6553" w:type="dxa"/>
            <w:gridSpan w:val="4"/>
            <w:vAlign w:val="bottom"/>
          </w:tcPr>
          <w:p w:rsidR="006B4D74" w:rsidRDefault="006B4D74" w:rsidP="00A26415">
            <w:pPr>
              <w:spacing w:afterLines="100"/>
              <w:jc w:val="right"/>
              <w:rPr>
                <w:sz w:val="28"/>
                <w:szCs w:val="28"/>
              </w:rPr>
            </w:pPr>
          </w:p>
          <w:p w:rsidR="006B4D74" w:rsidRDefault="006B4D74" w:rsidP="006B4D74">
            <w:pPr>
              <w:spacing w:afterLines="100"/>
              <w:ind w:firstLineChars="500" w:firstLine="3168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（盖学校公章）</w:t>
            </w:r>
            <w:r>
              <w:rPr>
                <w:sz w:val="28"/>
                <w:szCs w:val="28"/>
              </w:rPr>
              <w:t>2020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6B4D74">
        <w:trPr>
          <w:trHeight w:val="2938"/>
          <w:jc w:val="center"/>
        </w:trPr>
        <w:tc>
          <w:tcPr>
            <w:tcW w:w="1627" w:type="dxa"/>
            <w:vAlign w:val="center"/>
          </w:tcPr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区教研</w:t>
            </w:r>
          </w:p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管理机构</w:t>
            </w:r>
          </w:p>
          <w:p w:rsidR="006B4D74" w:rsidRDefault="006B4D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6553" w:type="dxa"/>
            <w:gridSpan w:val="4"/>
            <w:vAlign w:val="bottom"/>
          </w:tcPr>
          <w:p w:rsidR="006B4D74" w:rsidRDefault="006B4D74" w:rsidP="00A26415">
            <w:pPr>
              <w:spacing w:afterLines="100"/>
              <w:jc w:val="right"/>
              <w:rPr>
                <w:sz w:val="28"/>
                <w:szCs w:val="28"/>
              </w:rPr>
            </w:pPr>
          </w:p>
          <w:p w:rsidR="006B4D74" w:rsidRDefault="006B4D74" w:rsidP="00A26415">
            <w:pPr>
              <w:spacing w:afterLines="10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</w:rPr>
              <w:t>（盖公章）</w:t>
            </w:r>
            <w:r>
              <w:rPr>
                <w:sz w:val="28"/>
                <w:szCs w:val="28"/>
              </w:rPr>
              <w:t>2020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6B4D74" w:rsidRDefault="006B4D74">
      <w:pPr>
        <w:spacing w:line="20" w:lineRule="exact"/>
        <w:rPr>
          <w:sz w:val="24"/>
        </w:rPr>
      </w:pPr>
      <w:r>
        <w:rPr>
          <w:sz w:val="24"/>
        </w:rPr>
        <w:t xml:space="preserve">   </w:t>
      </w:r>
    </w:p>
    <w:sectPr w:rsidR="006B4D74" w:rsidSect="00DB734A">
      <w:headerReference w:type="default" r:id="rId6"/>
      <w:pgSz w:w="11906" w:h="16838"/>
      <w:pgMar w:top="1440" w:right="164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D74" w:rsidRDefault="006B4D74" w:rsidP="00DB734A">
      <w:r>
        <w:separator/>
      </w:r>
    </w:p>
  </w:endnote>
  <w:endnote w:type="continuationSeparator" w:id="0">
    <w:p w:rsidR="006B4D74" w:rsidRDefault="006B4D74" w:rsidP="00DB7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D74" w:rsidRDefault="006B4D74" w:rsidP="00DB734A">
      <w:r>
        <w:separator/>
      </w:r>
    </w:p>
  </w:footnote>
  <w:footnote w:type="continuationSeparator" w:id="0">
    <w:p w:rsidR="006B4D74" w:rsidRDefault="006B4D74" w:rsidP="00DB7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74" w:rsidRDefault="006B4D74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6B98"/>
    <w:rsid w:val="00032459"/>
    <w:rsid w:val="0005713B"/>
    <w:rsid w:val="00063568"/>
    <w:rsid w:val="0009169E"/>
    <w:rsid w:val="000B0B45"/>
    <w:rsid w:val="000F718D"/>
    <w:rsid w:val="00101A27"/>
    <w:rsid w:val="00122F02"/>
    <w:rsid w:val="00123D11"/>
    <w:rsid w:val="00135B44"/>
    <w:rsid w:val="00135FC3"/>
    <w:rsid w:val="00140A54"/>
    <w:rsid w:val="00163FE9"/>
    <w:rsid w:val="0017796A"/>
    <w:rsid w:val="0018694F"/>
    <w:rsid w:val="001D7765"/>
    <w:rsid w:val="002039B3"/>
    <w:rsid w:val="00213B4F"/>
    <w:rsid w:val="00235899"/>
    <w:rsid w:val="00267FDE"/>
    <w:rsid w:val="00274202"/>
    <w:rsid w:val="00274231"/>
    <w:rsid w:val="002F5A36"/>
    <w:rsid w:val="002F7CB4"/>
    <w:rsid w:val="00350B34"/>
    <w:rsid w:val="003713DC"/>
    <w:rsid w:val="00373581"/>
    <w:rsid w:val="003B72F0"/>
    <w:rsid w:val="003C09CA"/>
    <w:rsid w:val="003C17B6"/>
    <w:rsid w:val="003C6B65"/>
    <w:rsid w:val="003F2227"/>
    <w:rsid w:val="00425A2D"/>
    <w:rsid w:val="00430E0A"/>
    <w:rsid w:val="00432167"/>
    <w:rsid w:val="004328DC"/>
    <w:rsid w:val="00433A25"/>
    <w:rsid w:val="0044693C"/>
    <w:rsid w:val="0045044C"/>
    <w:rsid w:val="00483694"/>
    <w:rsid w:val="004A2A8B"/>
    <w:rsid w:val="005319C9"/>
    <w:rsid w:val="005B0AE6"/>
    <w:rsid w:val="005F0DEC"/>
    <w:rsid w:val="006465AA"/>
    <w:rsid w:val="00680212"/>
    <w:rsid w:val="006970E4"/>
    <w:rsid w:val="006B4D74"/>
    <w:rsid w:val="006F2B49"/>
    <w:rsid w:val="00700B61"/>
    <w:rsid w:val="00741A14"/>
    <w:rsid w:val="00745DE0"/>
    <w:rsid w:val="00763A0E"/>
    <w:rsid w:val="007817DA"/>
    <w:rsid w:val="007A0AD9"/>
    <w:rsid w:val="007B1746"/>
    <w:rsid w:val="007B3C14"/>
    <w:rsid w:val="007D75ED"/>
    <w:rsid w:val="007E7575"/>
    <w:rsid w:val="007F08BD"/>
    <w:rsid w:val="00821A3E"/>
    <w:rsid w:val="008C251E"/>
    <w:rsid w:val="008E77AC"/>
    <w:rsid w:val="009010FD"/>
    <w:rsid w:val="009065D1"/>
    <w:rsid w:val="00922ED6"/>
    <w:rsid w:val="00934E39"/>
    <w:rsid w:val="00936E25"/>
    <w:rsid w:val="00943496"/>
    <w:rsid w:val="00946357"/>
    <w:rsid w:val="009C54FA"/>
    <w:rsid w:val="009D7F59"/>
    <w:rsid w:val="009F71FE"/>
    <w:rsid w:val="00A11E2D"/>
    <w:rsid w:val="00A15BDE"/>
    <w:rsid w:val="00A21352"/>
    <w:rsid w:val="00A26415"/>
    <w:rsid w:val="00A5046A"/>
    <w:rsid w:val="00A73127"/>
    <w:rsid w:val="00AB062D"/>
    <w:rsid w:val="00AC3DEB"/>
    <w:rsid w:val="00AE665C"/>
    <w:rsid w:val="00AF4AB9"/>
    <w:rsid w:val="00B0066A"/>
    <w:rsid w:val="00B06E40"/>
    <w:rsid w:val="00B263D3"/>
    <w:rsid w:val="00B67179"/>
    <w:rsid w:val="00BA3F9F"/>
    <w:rsid w:val="00BB4403"/>
    <w:rsid w:val="00BD002F"/>
    <w:rsid w:val="00BD6AFF"/>
    <w:rsid w:val="00BE111D"/>
    <w:rsid w:val="00C425BE"/>
    <w:rsid w:val="00C468E4"/>
    <w:rsid w:val="00C91950"/>
    <w:rsid w:val="00C9219D"/>
    <w:rsid w:val="00CC509E"/>
    <w:rsid w:val="00CC6BD4"/>
    <w:rsid w:val="00CD36AE"/>
    <w:rsid w:val="00D272B8"/>
    <w:rsid w:val="00D36B98"/>
    <w:rsid w:val="00D728B6"/>
    <w:rsid w:val="00DA0410"/>
    <w:rsid w:val="00DA2713"/>
    <w:rsid w:val="00DA7B18"/>
    <w:rsid w:val="00DB734A"/>
    <w:rsid w:val="00DD1597"/>
    <w:rsid w:val="00DE5DAE"/>
    <w:rsid w:val="00DE6BDB"/>
    <w:rsid w:val="00DF233B"/>
    <w:rsid w:val="00DF616A"/>
    <w:rsid w:val="00E231F0"/>
    <w:rsid w:val="00E24E7A"/>
    <w:rsid w:val="00E3324A"/>
    <w:rsid w:val="00E5705F"/>
    <w:rsid w:val="00E92919"/>
    <w:rsid w:val="00ED7562"/>
    <w:rsid w:val="00F06D00"/>
    <w:rsid w:val="00F25A8D"/>
    <w:rsid w:val="00F437AA"/>
    <w:rsid w:val="00F8635E"/>
    <w:rsid w:val="00F932ED"/>
    <w:rsid w:val="00FD28C1"/>
    <w:rsid w:val="00FD37FF"/>
    <w:rsid w:val="00FE63FC"/>
    <w:rsid w:val="321A1EBA"/>
    <w:rsid w:val="5C756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34A"/>
    <w:pPr>
      <w:widowControl w:val="0"/>
      <w:jc w:val="both"/>
    </w:pPr>
    <w:rPr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B734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335CEB"/>
    <w:rPr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DB73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5CEB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DB7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35CEB"/>
    <w:rPr>
      <w:sz w:val="18"/>
      <w:szCs w:val="18"/>
    </w:rPr>
  </w:style>
  <w:style w:type="table" w:styleId="TableGrid">
    <w:name w:val="Table Grid"/>
    <w:basedOn w:val="TableNormal"/>
    <w:uiPriority w:val="99"/>
    <w:rsid w:val="00DB734A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样式 小四"/>
    <w:basedOn w:val="Normal"/>
    <w:uiPriority w:val="99"/>
    <w:rsid w:val="00DB734A"/>
    <w:pPr>
      <w:ind w:firstLineChars="200" w:firstLine="480"/>
    </w:pPr>
    <w:rPr>
      <w:rFonts w:cs="宋体"/>
      <w:color w:val="333333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24</Words>
  <Characters>139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关于举行江苏省华罗庚中学教具制作创新大赛的通知</dc:title>
  <dc:subject/>
  <dc:creator>admin</dc:creator>
  <cp:keywords/>
  <dc:description/>
  <cp:lastModifiedBy>吴革</cp:lastModifiedBy>
  <cp:revision>8</cp:revision>
  <cp:lastPrinted>2015-05-29T05:26:00Z</cp:lastPrinted>
  <dcterms:created xsi:type="dcterms:W3CDTF">2018-03-28T04:17:00Z</dcterms:created>
  <dcterms:modified xsi:type="dcterms:W3CDTF">2020-01-13T09:04:00Z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