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黑体" w:cs="Times New Roman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sz w:val="28"/>
          <w:szCs w:val="28"/>
          <w:lang w:val="en-US" w:eastAsia="zh-CN"/>
        </w:rPr>
        <w:t>学员报名信息表</w:t>
      </w:r>
    </w:p>
    <w:tbl>
      <w:tblPr>
        <w:tblStyle w:val="10"/>
        <w:tblW w:w="86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812"/>
        <w:gridCol w:w="1091"/>
        <w:gridCol w:w="1373"/>
        <w:gridCol w:w="1373"/>
        <w:gridCol w:w="2355"/>
        <w:gridCol w:w="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</w:tcPr>
          <w:p>
            <w:pPr>
              <w:widowControl/>
              <w:spacing w:beforeLines="30"/>
              <w:jc w:val="center"/>
              <w:rPr>
                <w:rFonts w:hint="eastAsia" w:ascii="仿宋_GB2312" w:hAnsi="宋体" w:eastAsia="仿宋_GB2312" w:cs="黑体"/>
                <w:b/>
                <w:kern w:val="44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黑体"/>
                <w:b/>
                <w:kern w:val="44"/>
                <w:sz w:val="24"/>
                <w:szCs w:val="24"/>
                <w:vertAlign w:val="baseline"/>
                <w:lang w:val="en-US" w:eastAsia="zh-CN" w:bidi="ar-SA"/>
              </w:rPr>
              <w:t>序号</w:t>
            </w: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hint="eastAsia" w:ascii="仿宋_GB2312" w:hAnsi="宋体" w:eastAsia="仿宋_GB2312" w:cs="黑体"/>
                <w:b/>
                <w:kern w:val="44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黑体"/>
                <w:b/>
                <w:kern w:val="44"/>
                <w:sz w:val="24"/>
                <w:szCs w:val="24"/>
                <w:vertAlign w:val="baseline"/>
                <w:lang w:val="en-US" w:eastAsia="zh-CN" w:bidi="ar-SA"/>
              </w:rPr>
              <w:t>姓名</w:t>
            </w:r>
          </w:p>
        </w:tc>
        <w:tc>
          <w:tcPr>
            <w:tcW w:w="1091" w:type="dxa"/>
          </w:tcPr>
          <w:p>
            <w:pPr>
              <w:widowControl/>
              <w:spacing w:beforeLines="30"/>
              <w:jc w:val="center"/>
              <w:rPr>
                <w:rFonts w:hint="eastAsia" w:ascii="仿宋_GB2312" w:hAnsi="宋体" w:eastAsia="仿宋_GB2312" w:cs="黑体"/>
                <w:b/>
                <w:kern w:val="44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黑体"/>
                <w:b/>
                <w:kern w:val="44"/>
                <w:sz w:val="24"/>
                <w:szCs w:val="24"/>
                <w:vertAlign w:val="baseline"/>
                <w:lang w:val="en-US" w:eastAsia="zh-CN" w:bidi="ar-SA"/>
              </w:rPr>
              <w:t>手机号</w:t>
            </w: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hint="eastAsia" w:ascii="仿宋_GB2312" w:hAnsi="宋体" w:eastAsia="仿宋_GB2312" w:cs="黑体"/>
                <w:b/>
                <w:kern w:val="44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黑体"/>
                <w:b/>
                <w:kern w:val="44"/>
                <w:sz w:val="24"/>
                <w:szCs w:val="24"/>
                <w:vertAlign w:val="baseline"/>
                <w:lang w:val="en-US" w:eastAsia="zh-CN" w:bidi="ar-SA"/>
              </w:rPr>
              <w:t>工作单位</w:t>
            </w: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hint="eastAsia" w:ascii="仿宋_GB2312" w:hAnsi="宋体" w:eastAsia="仿宋_GB2312" w:cs="黑体"/>
                <w:b/>
                <w:kern w:val="44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黑体"/>
                <w:b/>
                <w:kern w:val="44"/>
                <w:sz w:val="24"/>
                <w:szCs w:val="24"/>
                <w:vertAlign w:val="baseline"/>
                <w:lang w:val="en-US" w:eastAsia="zh-CN" w:bidi="ar-SA"/>
              </w:rPr>
              <w:t>身份证号</w:t>
            </w:r>
          </w:p>
        </w:tc>
        <w:tc>
          <w:tcPr>
            <w:tcW w:w="2355" w:type="dxa"/>
          </w:tcPr>
          <w:p>
            <w:pPr>
              <w:widowControl/>
              <w:spacing w:beforeLines="30"/>
              <w:jc w:val="center"/>
              <w:rPr>
                <w:rFonts w:hint="eastAsia" w:ascii="仿宋_GB2312" w:hAnsi="宋体" w:eastAsia="仿宋_GB2312" w:cs="黑体"/>
                <w:b/>
                <w:kern w:val="44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黑体"/>
                <w:b/>
                <w:kern w:val="44"/>
                <w:sz w:val="24"/>
                <w:szCs w:val="24"/>
                <w:vertAlign w:val="baseline"/>
                <w:lang w:val="en-US" w:eastAsia="zh-CN" w:bidi="ar-SA"/>
              </w:rPr>
              <w:t>学员身份</w:t>
            </w:r>
          </w:p>
          <w:p>
            <w:pPr>
              <w:pStyle w:val="2"/>
              <w:jc w:val="center"/>
              <w:rPr>
                <w:rFonts w:hint="eastAsia" w:ascii="仿宋_GB2312" w:hAnsi="宋体" w:eastAsia="仿宋_GB2312" w:cs="黑体"/>
                <w:b/>
                <w:kern w:val="44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黑体"/>
                <w:b/>
                <w:kern w:val="44"/>
                <w:sz w:val="24"/>
                <w:szCs w:val="24"/>
                <w:vertAlign w:val="baseline"/>
                <w:lang w:val="en-US" w:eastAsia="zh-CN" w:bidi="ar-SA"/>
              </w:rPr>
              <w:t>（管理员/学员）</w:t>
            </w:r>
          </w:p>
        </w:tc>
        <w:tc>
          <w:tcPr>
            <w:tcW w:w="812" w:type="dxa"/>
          </w:tcPr>
          <w:p>
            <w:pPr>
              <w:pStyle w:val="2"/>
              <w:jc w:val="center"/>
              <w:rPr>
                <w:rFonts w:hint="default" w:ascii="仿宋_GB2312" w:hAnsi="宋体" w:eastAsia="仿宋_GB2312" w:cs="黑体"/>
                <w:b/>
                <w:kern w:val="44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 w:cs="黑体"/>
                <w:b/>
                <w:kern w:val="44"/>
                <w:sz w:val="24"/>
                <w:szCs w:val="24"/>
                <w:vertAlign w:val="baseline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09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2355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09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2355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09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2355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09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2355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09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2355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09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2355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09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2355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09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2355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09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2355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09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2355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09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2355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09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2355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09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2355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09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2355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09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2355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09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2355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  <w:bookmarkStart w:id="0" w:name="_GoBack"/>
            <w:bookmarkEnd w:id="0"/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09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2355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09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2355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09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2355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09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2355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09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2355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09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2355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09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2355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09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2355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09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2355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09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2355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09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2355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091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373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2355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812" w:type="dxa"/>
          </w:tcPr>
          <w:p>
            <w:pPr>
              <w:widowControl/>
              <w:spacing w:beforeLines="30"/>
              <w:jc w:val="center"/>
              <w:rPr>
                <w:rFonts w:ascii="仿宋_GB2312" w:eastAsia="仿宋_GB2312"/>
                <w:sz w:val="24"/>
                <w:szCs w:val="24"/>
                <w:vertAlign w:val="baseline"/>
              </w:rPr>
            </w:pPr>
          </w:p>
        </w:tc>
      </w:tr>
    </w:tbl>
    <w:p>
      <w:pPr>
        <w:widowControl/>
        <w:spacing w:beforeLines="30"/>
        <w:jc w:val="left"/>
        <w:rPr>
          <w:rFonts w:ascii="仿宋_GB2312" w:eastAsia="仿宋_GB2312"/>
          <w:sz w:val="24"/>
          <w:szCs w:val="24"/>
        </w:rPr>
      </w:pPr>
    </w:p>
    <w:sectPr>
      <w:footerReference r:id="rId3" w:type="default"/>
      <w:pgSz w:w="11906" w:h="16838"/>
      <w:pgMar w:top="1440" w:right="1746" w:bottom="1440" w:left="1746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Arial Black">
    <w:panose1 w:val="020B0A04020102020204"/>
    <w:charset w:val="00"/>
    <w:family w:val="swiss"/>
    <w:pitch w:val="default"/>
    <w:sig w:usb0="00000287" w:usb1="00000000" w:usb2="00000000" w:usb3="00000000" w:csb0="2000009F" w:csb1="DFD7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??_GB2312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E7071F5"/>
    <w:rsid w:val="000025EB"/>
    <w:rsid w:val="0003555A"/>
    <w:rsid w:val="00060733"/>
    <w:rsid w:val="00072130"/>
    <w:rsid w:val="00076312"/>
    <w:rsid w:val="000A4DF2"/>
    <w:rsid w:val="000B6C88"/>
    <w:rsid w:val="000C0773"/>
    <w:rsid w:val="000C395C"/>
    <w:rsid w:val="000D1B76"/>
    <w:rsid w:val="000D1F55"/>
    <w:rsid w:val="000E5483"/>
    <w:rsid w:val="000E7A6F"/>
    <w:rsid w:val="000F040A"/>
    <w:rsid w:val="000F0A24"/>
    <w:rsid w:val="00106733"/>
    <w:rsid w:val="00115684"/>
    <w:rsid w:val="00115F54"/>
    <w:rsid w:val="00130D73"/>
    <w:rsid w:val="00144D63"/>
    <w:rsid w:val="00160BFD"/>
    <w:rsid w:val="00183727"/>
    <w:rsid w:val="001857FD"/>
    <w:rsid w:val="001A1CA5"/>
    <w:rsid w:val="001A46F7"/>
    <w:rsid w:val="001B59D5"/>
    <w:rsid w:val="001C001A"/>
    <w:rsid w:val="001C7771"/>
    <w:rsid w:val="001D2BB5"/>
    <w:rsid w:val="001D604E"/>
    <w:rsid w:val="00225B2C"/>
    <w:rsid w:val="002614FF"/>
    <w:rsid w:val="0028168B"/>
    <w:rsid w:val="00281971"/>
    <w:rsid w:val="002A13AA"/>
    <w:rsid w:val="002E6CB1"/>
    <w:rsid w:val="00314049"/>
    <w:rsid w:val="00372799"/>
    <w:rsid w:val="003C3903"/>
    <w:rsid w:val="003D1D2B"/>
    <w:rsid w:val="003D286C"/>
    <w:rsid w:val="003E65AA"/>
    <w:rsid w:val="003E7986"/>
    <w:rsid w:val="003F1F14"/>
    <w:rsid w:val="004057EE"/>
    <w:rsid w:val="0041245E"/>
    <w:rsid w:val="0042113D"/>
    <w:rsid w:val="00451EF0"/>
    <w:rsid w:val="004758E1"/>
    <w:rsid w:val="004816AE"/>
    <w:rsid w:val="00482B1A"/>
    <w:rsid w:val="00491533"/>
    <w:rsid w:val="0049716B"/>
    <w:rsid w:val="004A1C06"/>
    <w:rsid w:val="004C0A63"/>
    <w:rsid w:val="004C121B"/>
    <w:rsid w:val="004D781D"/>
    <w:rsid w:val="00512F83"/>
    <w:rsid w:val="0052742A"/>
    <w:rsid w:val="0053082F"/>
    <w:rsid w:val="00530F90"/>
    <w:rsid w:val="005411DF"/>
    <w:rsid w:val="00545CB2"/>
    <w:rsid w:val="00547166"/>
    <w:rsid w:val="00550421"/>
    <w:rsid w:val="005558DA"/>
    <w:rsid w:val="00561FEB"/>
    <w:rsid w:val="005B7422"/>
    <w:rsid w:val="005E204E"/>
    <w:rsid w:val="005F3652"/>
    <w:rsid w:val="005F6122"/>
    <w:rsid w:val="005F76E5"/>
    <w:rsid w:val="00620F75"/>
    <w:rsid w:val="00631D23"/>
    <w:rsid w:val="006329EB"/>
    <w:rsid w:val="00636AAD"/>
    <w:rsid w:val="00640C13"/>
    <w:rsid w:val="00643471"/>
    <w:rsid w:val="0066232B"/>
    <w:rsid w:val="006644E0"/>
    <w:rsid w:val="00672004"/>
    <w:rsid w:val="006A0B95"/>
    <w:rsid w:val="006A0E30"/>
    <w:rsid w:val="006A29B5"/>
    <w:rsid w:val="006A5382"/>
    <w:rsid w:val="006C5CF8"/>
    <w:rsid w:val="006E1C37"/>
    <w:rsid w:val="006E37CD"/>
    <w:rsid w:val="006F56E9"/>
    <w:rsid w:val="00711A5B"/>
    <w:rsid w:val="00715D75"/>
    <w:rsid w:val="00716B7E"/>
    <w:rsid w:val="00721E56"/>
    <w:rsid w:val="0073418B"/>
    <w:rsid w:val="0075105B"/>
    <w:rsid w:val="00763E78"/>
    <w:rsid w:val="007858C3"/>
    <w:rsid w:val="00796C65"/>
    <w:rsid w:val="007D645D"/>
    <w:rsid w:val="007D6FFB"/>
    <w:rsid w:val="007E3352"/>
    <w:rsid w:val="00827726"/>
    <w:rsid w:val="008355F6"/>
    <w:rsid w:val="00843602"/>
    <w:rsid w:val="00845CD3"/>
    <w:rsid w:val="00865D3D"/>
    <w:rsid w:val="00867B1A"/>
    <w:rsid w:val="00891294"/>
    <w:rsid w:val="008922E6"/>
    <w:rsid w:val="008B033A"/>
    <w:rsid w:val="008B15BD"/>
    <w:rsid w:val="008B64EA"/>
    <w:rsid w:val="008C225B"/>
    <w:rsid w:val="008C4C43"/>
    <w:rsid w:val="008C6B3A"/>
    <w:rsid w:val="008D5870"/>
    <w:rsid w:val="008F0DF1"/>
    <w:rsid w:val="00910097"/>
    <w:rsid w:val="0091177A"/>
    <w:rsid w:val="009322B8"/>
    <w:rsid w:val="009712DB"/>
    <w:rsid w:val="009810FA"/>
    <w:rsid w:val="00990321"/>
    <w:rsid w:val="009A1940"/>
    <w:rsid w:val="009A5369"/>
    <w:rsid w:val="009B2D2A"/>
    <w:rsid w:val="009B5884"/>
    <w:rsid w:val="009E166D"/>
    <w:rsid w:val="009E37E1"/>
    <w:rsid w:val="009F4E62"/>
    <w:rsid w:val="00A04A27"/>
    <w:rsid w:val="00A269E0"/>
    <w:rsid w:val="00A40ADD"/>
    <w:rsid w:val="00A4162A"/>
    <w:rsid w:val="00A44320"/>
    <w:rsid w:val="00A54FE1"/>
    <w:rsid w:val="00A63266"/>
    <w:rsid w:val="00A63BD9"/>
    <w:rsid w:val="00A651E4"/>
    <w:rsid w:val="00A7001C"/>
    <w:rsid w:val="00A718A9"/>
    <w:rsid w:val="00A841ED"/>
    <w:rsid w:val="00AF22C3"/>
    <w:rsid w:val="00B11FE8"/>
    <w:rsid w:val="00B162A0"/>
    <w:rsid w:val="00B24609"/>
    <w:rsid w:val="00B413B7"/>
    <w:rsid w:val="00B55495"/>
    <w:rsid w:val="00B713AC"/>
    <w:rsid w:val="00B77DB0"/>
    <w:rsid w:val="00B8711D"/>
    <w:rsid w:val="00B96732"/>
    <w:rsid w:val="00BB09D4"/>
    <w:rsid w:val="00BB5E6D"/>
    <w:rsid w:val="00BE3281"/>
    <w:rsid w:val="00C07148"/>
    <w:rsid w:val="00C2347C"/>
    <w:rsid w:val="00C3221B"/>
    <w:rsid w:val="00C52FE5"/>
    <w:rsid w:val="00C636CE"/>
    <w:rsid w:val="00CA6736"/>
    <w:rsid w:val="00CC2103"/>
    <w:rsid w:val="00CC36C6"/>
    <w:rsid w:val="00CD46EB"/>
    <w:rsid w:val="00D04E68"/>
    <w:rsid w:val="00D2402D"/>
    <w:rsid w:val="00D27654"/>
    <w:rsid w:val="00D341A5"/>
    <w:rsid w:val="00D554D0"/>
    <w:rsid w:val="00D61589"/>
    <w:rsid w:val="00D61B3F"/>
    <w:rsid w:val="00D7267E"/>
    <w:rsid w:val="00D80CD6"/>
    <w:rsid w:val="00D81C09"/>
    <w:rsid w:val="00D975D3"/>
    <w:rsid w:val="00DB42F5"/>
    <w:rsid w:val="00DB52F2"/>
    <w:rsid w:val="00DB6D8A"/>
    <w:rsid w:val="00DD7289"/>
    <w:rsid w:val="00DE5353"/>
    <w:rsid w:val="00DE5F8C"/>
    <w:rsid w:val="00DF0F72"/>
    <w:rsid w:val="00E05803"/>
    <w:rsid w:val="00E37C2E"/>
    <w:rsid w:val="00E40220"/>
    <w:rsid w:val="00E4295E"/>
    <w:rsid w:val="00E54BDF"/>
    <w:rsid w:val="00E57173"/>
    <w:rsid w:val="00E57878"/>
    <w:rsid w:val="00E70996"/>
    <w:rsid w:val="00E815B0"/>
    <w:rsid w:val="00E8170C"/>
    <w:rsid w:val="00EB1416"/>
    <w:rsid w:val="00ED4A41"/>
    <w:rsid w:val="00EE035F"/>
    <w:rsid w:val="00F06499"/>
    <w:rsid w:val="00F15013"/>
    <w:rsid w:val="00F354C2"/>
    <w:rsid w:val="00F43B9C"/>
    <w:rsid w:val="00F63D5D"/>
    <w:rsid w:val="00F84DBD"/>
    <w:rsid w:val="00FD1673"/>
    <w:rsid w:val="00FD338E"/>
    <w:rsid w:val="00FD33E2"/>
    <w:rsid w:val="00FF373D"/>
    <w:rsid w:val="00FF61D3"/>
    <w:rsid w:val="00FF6872"/>
    <w:rsid w:val="02976299"/>
    <w:rsid w:val="02A9037A"/>
    <w:rsid w:val="03CD286F"/>
    <w:rsid w:val="055A00F9"/>
    <w:rsid w:val="05994892"/>
    <w:rsid w:val="0760425A"/>
    <w:rsid w:val="08AF5568"/>
    <w:rsid w:val="08EE7D09"/>
    <w:rsid w:val="0A1C2892"/>
    <w:rsid w:val="0AB40B75"/>
    <w:rsid w:val="0E7662E5"/>
    <w:rsid w:val="10DB2F5E"/>
    <w:rsid w:val="11B62F1F"/>
    <w:rsid w:val="13646CEE"/>
    <w:rsid w:val="13B32AB4"/>
    <w:rsid w:val="13BC7135"/>
    <w:rsid w:val="140A18F6"/>
    <w:rsid w:val="158F3F52"/>
    <w:rsid w:val="15984DB8"/>
    <w:rsid w:val="165D044E"/>
    <w:rsid w:val="180B0BF9"/>
    <w:rsid w:val="1E7071F5"/>
    <w:rsid w:val="1E7A0886"/>
    <w:rsid w:val="211267B0"/>
    <w:rsid w:val="22861A50"/>
    <w:rsid w:val="22E74B39"/>
    <w:rsid w:val="24141F29"/>
    <w:rsid w:val="247352E0"/>
    <w:rsid w:val="25F82159"/>
    <w:rsid w:val="26FC24C0"/>
    <w:rsid w:val="277C28A9"/>
    <w:rsid w:val="27DC5B97"/>
    <w:rsid w:val="2A5D3ACC"/>
    <w:rsid w:val="2B6623EA"/>
    <w:rsid w:val="2C9F6F7F"/>
    <w:rsid w:val="2D962A5D"/>
    <w:rsid w:val="2F79388D"/>
    <w:rsid w:val="333665CF"/>
    <w:rsid w:val="350A21E4"/>
    <w:rsid w:val="366D618E"/>
    <w:rsid w:val="375D264C"/>
    <w:rsid w:val="38356F93"/>
    <w:rsid w:val="38964A74"/>
    <w:rsid w:val="40583F3F"/>
    <w:rsid w:val="40AB45D2"/>
    <w:rsid w:val="40FE4991"/>
    <w:rsid w:val="4112590C"/>
    <w:rsid w:val="41143968"/>
    <w:rsid w:val="41350F16"/>
    <w:rsid w:val="418F028F"/>
    <w:rsid w:val="42506D3A"/>
    <w:rsid w:val="42924FD4"/>
    <w:rsid w:val="43826702"/>
    <w:rsid w:val="46B43E9B"/>
    <w:rsid w:val="491B646A"/>
    <w:rsid w:val="4AE87CC6"/>
    <w:rsid w:val="4D730E95"/>
    <w:rsid w:val="4E662E38"/>
    <w:rsid w:val="50EA209E"/>
    <w:rsid w:val="513F5DC0"/>
    <w:rsid w:val="51575A78"/>
    <w:rsid w:val="51704AD5"/>
    <w:rsid w:val="51A00CCB"/>
    <w:rsid w:val="526903DE"/>
    <w:rsid w:val="531930F9"/>
    <w:rsid w:val="55A90D54"/>
    <w:rsid w:val="57C27147"/>
    <w:rsid w:val="5BE3791D"/>
    <w:rsid w:val="5EF74B02"/>
    <w:rsid w:val="609D752E"/>
    <w:rsid w:val="61DE25C0"/>
    <w:rsid w:val="646007D4"/>
    <w:rsid w:val="654F6DBA"/>
    <w:rsid w:val="657D69C4"/>
    <w:rsid w:val="69133734"/>
    <w:rsid w:val="6A0B1F28"/>
    <w:rsid w:val="6E9D76C4"/>
    <w:rsid w:val="6F4D7253"/>
    <w:rsid w:val="70D859D0"/>
    <w:rsid w:val="734D15A0"/>
    <w:rsid w:val="753964EF"/>
    <w:rsid w:val="78D80ABE"/>
    <w:rsid w:val="799F442C"/>
    <w:rsid w:val="7DAD1889"/>
    <w:rsid w:val="7E09144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nhideWhenUsed="0" w:uiPriority="0" w:semiHidden="0" w:name="Table Simple 1" w:locked="1"/>
    <w:lsdException w:unhideWhenUsed="0" w:uiPriority="0" w:semiHidden="0" w:name="Table Simple 2" w:locked="1"/>
    <w:lsdException w:unhideWhenUsed="0" w:uiPriority="0" w:semiHidden="0" w:name="Table Simple 3" w:locked="1"/>
    <w:lsdException w:unhideWhenUsed="0" w:uiPriority="0" w:semiHidden="0" w:name="Table Classic 1" w:locked="1"/>
    <w:lsdException w:unhideWhenUsed="0" w:uiPriority="0" w:semiHidden="0" w:name="Table Classic 2" w:locked="1"/>
    <w:lsdException w:unhideWhenUsed="0" w:uiPriority="0" w:semiHidden="0" w:name="Table Classic 3" w:locked="1"/>
    <w:lsdException w:unhideWhenUsed="0" w:uiPriority="0" w:semiHidden="0" w:name="Table Classic 4" w:locked="1"/>
    <w:lsdException w:unhideWhenUsed="0" w:uiPriority="0" w:semiHidden="0" w:name="Table Colorful 1" w:locked="1"/>
    <w:lsdException w:unhideWhenUsed="0" w:uiPriority="0" w:semiHidden="0" w:name="Table Colorful 2" w:locked="1"/>
    <w:lsdException w:unhideWhenUsed="0" w:uiPriority="0" w:semiHidden="0" w:name="Table Colorful 3" w:locked="1"/>
    <w:lsdException w:unhideWhenUsed="0" w:uiPriority="0" w:semiHidden="0" w:name="Table Columns 1" w:locked="1"/>
    <w:lsdException w:unhideWhenUsed="0" w:uiPriority="0" w:semiHidden="0" w:name="Table Columns 2" w:locked="1"/>
    <w:lsdException w:unhideWhenUsed="0" w:uiPriority="0" w:semiHidden="0" w:name="Table Columns 3" w:locked="1"/>
    <w:lsdException w:unhideWhenUsed="0" w:uiPriority="0" w:semiHidden="0" w:name="Table Columns 4" w:locked="1"/>
    <w:lsdException w:unhideWhenUsed="0" w:uiPriority="0" w:semiHidden="0" w:name="Table Columns 5" w:locked="1"/>
    <w:lsdException w:unhideWhenUsed="0" w:uiPriority="0" w:semiHidden="0" w:name="Table Grid 1" w:locked="1"/>
    <w:lsdException w:unhideWhenUsed="0" w:uiPriority="0" w:semiHidden="0" w:name="Table Grid 2" w:locked="1"/>
    <w:lsdException w:unhideWhenUsed="0" w:uiPriority="0" w:semiHidden="0" w:name="Table Grid 3" w:locked="1"/>
    <w:lsdException w:unhideWhenUsed="0" w:uiPriority="0" w:semiHidden="0" w:name="Table Grid 4" w:locked="1"/>
    <w:lsdException w:unhideWhenUsed="0" w:uiPriority="0" w:semiHidden="0" w:name="Table Grid 5" w:locked="1"/>
    <w:lsdException w:unhideWhenUsed="0" w:uiPriority="0" w:semiHidden="0" w:name="Table Grid 6" w:locked="1"/>
    <w:lsdException w:unhideWhenUsed="0" w:uiPriority="0" w:semiHidden="0" w:name="Table Grid 7" w:locked="1"/>
    <w:lsdException w:unhideWhenUsed="0" w:uiPriority="0" w:semiHidden="0" w:name="Table Grid 8" w:locked="1"/>
    <w:lsdException w:unhideWhenUsed="0" w:uiPriority="0" w:semiHidden="0" w:name="Table List 1" w:locked="1"/>
    <w:lsdException w:unhideWhenUsed="0" w:uiPriority="0" w:semiHidden="0" w:name="Table List 2" w:locked="1"/>
    <w:lsdException w:unhideWhenUsed="0" w:uiPriority="0" w:semiHidden="0" w:name="Table List 3" w:locked="1"/>
    <w:lsdException w:unhideWhenUsed="0" w:uiPriority="0" w:semiHidden="0" w:name="Table List 4" w:locked="1"/>
    <w:lsdException w:unhideWhenUsed="0" w:uiPriority="0" w:semiHidden="0" w:name="Table List 5" w:locked="1"/>
    <w:lsdException w:unhideWhenUsed="0" w:uiPriority="0" w:semiHidden="0" w:name="Table List 6" w:locked="1"/>
    <w:lsdException w:unhideWhenUsed="0" w:uiPriority="0" w:semiHidden="0" w:name="Table List 7" w:locked="1"/>
    <w:lsdException w:unhideWhenUsed="0" w:uiPriority="0" w:semiHidden="0" w:name="Table List 8" w:locked="1"/>
    <w:lsdException w:unhideWhenUsed="0" w:uiPriority="0" w:semiHidden="0" w:name="Table 3D effects 1" w:locked="1"/>
    <w:lsdException w:unhideWhenUsed="0" w:uiPriority="0" w:semiHidden="0" w:name="Table 3D effects 2" w:locked="1"/>
    <w:lsdException w:unhideWhenUsed="0" w:uiPriority="0" w:semiHidden="0" w:name="Table 3D effects 3" w:locked="1"/>
    <w:lsdException w:unhideWhenUsed="0" w:uiPriority="0" w:semiHidden="0" w:name="Table Contemporary" w:locked="1"/>
    <w:lsdException w:unhideWhenUsed="0" w:uiPriority="0" w:semiHidden="0" w:name="Table Elegant" w:locked="1"/>
    <w:lsdException w:unhideWhenUsed="0" w:uiPriority="0" w:semiHidden="0" w:name="Table Professional" w:locked="1"/>
    <w:lsdException w:unhideWhenUsed="0" w:uiPriority="0" w:semiHidden="0" w:name="Table Subtle 1" w:locked="1"/>
    <w:lsdException w:unhideWhenUsed="0" w:uiPriority="0" w:semiHidden="0" w:name="Table Subtle 2" w:locked="1"/>
    <w:lsdException w:unhideWhenUsed="0" w:uiPriority="0" w:semiHidden="0" w:name="Table Web 1" w:locked="1"/>
    <w:lsdException w:unhideWhenUsed="0" w:uiPriority="0" w:semiHidden="0" w:name="Table Web 2" w:locked="1"/>
    <w:lsdException w:unhideWhenUsed="0" w:uiPriority="0" w:semiHidden="0" w:name="Table Web 3" w:locked="1"/>
    <w:lsdException w:uiPriority="99" w:name="Balloon Text"/>
    <w:lsdException w:qFormat="1" w:unhideWhenUsed="0" w:uiPriority="99" w:semiHidden="0" w:name="Table Grid"/>
    <w:lsdException w:unhideWhenUsed="0" w:uiPriority="0" w:semiHidden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9"/>
    <w:pPr>
      <w:spacing w:before="100" w:beforeAutospacing="1" w:after="100" w:afterAutospacing="1"/>
      <w:jc w:val="left"/>
      <w:outlineLvl w:val="0"/>
    </w:pPr>
    <w:rPr>
      <w:rFonts w:ascii="宋体" w:hAnsi="宋体"/>
      <w:b/>
      <w:kern w:val="44"/>
      <w:sz w:val="48"/>
      <w:szCs w:val="48"/>
    </w:rPr>
  </w:style>
  <w:style w:type="character" w:default="1" w:styleId="7">
    <w:name w:val="Default Paragraph Font"/>
    <w:semiHidden/>
    <w:qFormat/>
    <w:uiPriority w:val="99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9"/>
    <w:qFormat/>
    <w:uiPriority w:val="99"/>
    <w:pPr>
      <w:spacing w:line="440" w:lineRule="exact"/>
      <w:jc w:val="center"/>
    </w:pPr>
    <w:rPr>
      <w:rFonts w:ascii="Arial Black" w:hAnsi="Arial Black" w:cs="Times New Roman"/>
      <w:b/>
      <w:bCs/>
      <w:sz w:val="28"/>
      <w:szCs w:val="24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Hyperlink"/>
    <w:basedOn w:val="7"/>
    <w:qFormat/>
    <w:uiPriority w:val="99"/>
    <w:rPr>
      <w:rFonts w:cs="Times New Roman"/>
      <w:color w:val="0000FF"/>
      <w:u w:val="single"/>
    </w:rPr>
  </w:style>
  <w:style w:type="table" w:styleId="10">
    <w:name w:val="Table Grid"/>
    <w:basedOn w:val="9"/>
    <w:qFormat/>
    <w:uiPriority w:val="9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Heading 1 Char"/>
    <w:basedOn w:val="7"/>
    <w:link w:val="2"/>
    <w:qFormat/>
    <w:uiPriority w:val="9"/>
    <w:rPr>
      <w:rFonts w:ascii="Calibri" w:hAnsi="Calibri" w:cs="黑体"/>
      <w:b/>
      <w:bCs/>
      <w:kern w:val="44"/>
      <w:sz w:val="44"/>
      <w:szCs w:val="44"/>
    </w:rPr>
  </w:style>
  <w:style w:type="character" w:customStyle="1" w:styleId="12">
    <w:name w:val="Footer Char"/>
    <w:basedOn w:val="7"/>
    <w:link w:val="4"/>
    <w:qFormat/>
    <w:locked/>
    <w:uiPriority w:val="99"/>
    <w:rPr>
      <w:rFonts w:ascii="Calibri" w:hAnsi="Calibri" w:eastAsia="宋体" w:cs="黑体"/>
      <w:kern w:val="2"/>
      <w:sz w:val="18"/>
      <w:szCs w:val="18"/>
    </w:rPr>
  </w:style>
  <w:style w:type="character" w:customStyle="1" w:styleId="13">
    <w:name w:val="Header Char"/>
    <w:basedOn w:val="7"/>
    <w:link w:val="5"/>
    <w:qFormat/>
    <w:locked/>
    <w:uiPriority w:val="99"/>
    <w:rPr>
      <w:rFonts w:ascii="Calibri" w:hAnsi="Calibri" w:eastAsia="宋体" w:cs="黑体"/>
      <w:kern w:val="2"/>
      <w:sz w:val="18"/>
      <w:szCs w:val="18"/>
    </w:rPr>
  </w:style>
  <w:style w:type="paragraph" w:customStyle="1" w:styleId="14">
    <w:name w:val="正文 A"/>
    <w:qFormat/>
    <w:uiPriority w:val="99"/>
    <w:pPr>
      <w:widowControl w:val="0"/>
      <w:jc w:val="both"/>
    </w:pPr>
    <w:rPr>
      <w:rFonts w:ascii="Times New Roman" w:hAnsi="Times New Roman" w:eastAsia="宋体" w:cs="Arial Unicode MS"/>
      <w:color w:val="000000"/>
      <w:kern w:val="2"/>
      <w:sz w:val="21"/>
      <w:szCs w:val="21"/>
      <w:u w:color="000000"/>
      <w:lang w:val="en-US" w:eastAsia="zh-CN" w:bidi="ar-SA"/>
    </w:rPr>
  </w:style>
  <w:style w:type="table" w:customStyle="1" w:styleId="15">
    <w:name w:val="Table Normal1"/>
    <w:qFormat/>
    <w:uiPriority w:val="99"/>
    <w:rPr>
      <w:kern w:val="0"/>
      <w:sz w:val="20"/>
      <w:szCs w:val="20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6">
    <w:name w:val="00正文"/>
    <w:qFormat/>
    <w:uiPriority w:val="99"/>
    <w:pPr>
      <w:widowControl w:val="0"/>
      <w:spacing w:line="360" w:lineRule="auto"/>
      <w:ind w:firstLine="480"/>
      <w:jc w:val="both"/>
    </w:pPr>
    <w:rPr>
      <w:rFonts w:ascii="??_GB2312" w:hAnsi="??_GB2312" w:eastAsia="宋体" w:cs="??_GB2312"/>
      <w:color w:val="000000"/>
      <w:kern w:val="2"/>
      <w:sz w:val="24"/>
      <w:szCs w:val="24"/>
      <w:u w:color="000000"/>
      <w:lang w:val="en-US" w:eastAsia="zh-CN" w:bidi="ar-SA"/>
    </w:rPr>
  </w:style>
  <w:style w:type="character" w:customStyle="1" w:styleId="17">
    <w:name w:val="Hyperlink.0"/>
    <w:basedOn w:val="18"/>
    <w:qFormat/>
    <w:uiPriority w:val="99"/>
    <w:rPr>
      <w:rFonts w:cs="Times New Roman"/>
      <w:lang w:val="zh-TW" w:eastAsia="zh-TW"/>
    </w:rPr>
  </w:style>
  <w:style w:type="character" w:customStyle="1" w:styleId="18">
    <w:name w:val="无"/>
    <w:qFormat/>
    <w:uiPriority w:val="99"/>
  </w:style>
  <w:style w:type="character" w:customStyle="1" w:styleId="19">
    <w:name w:val="Body Text Char"/>
    <w:basedOn w:val="7"/>
    <w:link w:val="3"/>
    <w:qFormat/>
    <w:locked/>
    <w:uiPriority w:val="99"/>
    <w:rPr>
      <w:rFonts w:ascii="Arial Black" w:hAnsi="Arial Black" w:eastAsia="宋体" w:cs="Times New Roman"/>
      <w:b/>
      <w:bCs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</Pages>
  <Words>69</Words>
  <Characters>395</Characters>
  <Lines>0</Lines>
  <Paragraphs>0</Paragraphs>
  <TotalTime>0</TotalTime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2019-09-17T00:31:00Z</dcterms:created>
  <dc:creator>起飞</dc:creator>
  <cp:lastModifiedBy>赵伟琦</cp:lastModifiedBy>
  <cp:lastPrinted>2019-09-17T00:42:00Z</cp:lastPrinted>
  <dcterms:modified xsi:type="dcterms:W3CDTF">2020-07-16T02:12:50Z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