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8657" w:type="dxa"/>
        <w:tblInd w:w="-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216"/>
        <w:gridCol w:w="1143"/>
        <w:gridCol w:w="2616"/>
        <w:gridCol w:w="1591"/>
        <w:gridCol w:w="12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657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6"/>
                <w:szCs w:val="36"/>
              </w:rPr>
              <w:t>曾艳青工作室成员名单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学分账号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2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单位</w:t>
            </w:r>
          </w:p>
        </w:tc>
        <w:tc>
          <w:tcPr>
            <w:tcW w:w="1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51072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曾艳青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13876793697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主持人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516150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关心凤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海南省教育研究培训院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18976523968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指导专家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524582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冉茂娟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海口市教育研究培训院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13876353963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指导专家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607145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刘顺泉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三亚市实验小学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13518096909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指导专家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607094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龚琼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15289750303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指导专家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sz w:val="19"/>
              </w:rPr>
              <w:t>51230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周珍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三亚市海罗小学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13976973008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/>
                <w:kern w:val="0"/>
                <w:sz w:val="24"/>
                <w:szCs w:val="24"/>
              </w:rPr>
              <w:t>指导专家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51176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徐莉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13876795670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六年级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sz w:val="19"/>
              </w:rPr>
              <w:t>606748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黄世妤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sz w:val="19"/>
              </w:rPr>
              <w:t>13379938535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六年级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608642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黄灿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三亚市八一小学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13138963004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五年级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sz w:val="19"/>
              </w:rPr>
              <w:t>612612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张桂芳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三亚市八一小学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sz w:val="19"/>
              </w:rPr>
              <w:t>15692503017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三年级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sz w:val="19"/>
              </w:rPr>
              <w:t>512345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古晓春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三亚市八一小学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sz w:val="19"/>
              </w:rPr>
              <w:t>13118946866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三年段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634022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李华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三亚市八一小学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18976284961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六年级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658589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王芳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三亚市八一小学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13138963975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四年级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sz w:val="19"/>
              </w:rPr>
              <w:t>609101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刘琼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三亚市八一小学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sz w:val="19"/>
              </w:rPr>
              <w:t>13278978466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105" w:firstLineChars="50"/>
            </w:pPr>
            <w:r>
              <w:rPr>
                <w:rFonts w:hint="eastAsia"/>
              </w:rPr>
              <w:t>五年级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105" w:firstLineChars="50"/>
              <w:rPr>
                <w:kern w:val="0"/>
                <w:szCs w:val="24"/>
              </w:rPr>
            </w:pPr>
            <w:r>
              <w:rPr>
                <w:kern w:val="0"/>
              </w:rPr>
              <w:t>623117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麦世娜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/>
                <w:color w:val="000000"/>
                <w:kern w:val="0"/>
                <w:szCs w:val="21"/>
              </w:rPr>
              <w:t>13518896111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一年级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51231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裴梅娟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15008099800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六年级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658288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梁天铮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13697583107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五年级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626683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符照娟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13518820092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四年级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611527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郑晓刚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13876526826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五年级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620861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陈晓慧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15338923222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六年级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934930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罗庚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default" w:asci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海棠区</w:t>
            </w:r>
            <w:r>
              <w:rPr>
                <w:rFonts w:hint="eastAsia" w:ascii="宋体"/>
                <w:color w:val="000000"/>
                <w:kern w:val="0"/>
                <w:sz w:val="24"/>
                <w:szCs w:val="24"/>
                <w:lang w:val="en-US" w:eastAsia="zh-CN"/>
              </w:rPr>
              <w:t>湾波小学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15808902040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7"/>
              <w:tblW w:w="8657" w:type="dxa"/>
              <w:tblInd w:w="-12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7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9" w:hRule="atLeast"/>
              </w:trPr>
              <w:tc>
                <w:tcPr>
                  <w:tcW w:w="12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/>
                      <w:kern w:val="0"/>
                      <w:sz w:val="24"/>
                      <w:szCs w:val="24"/>
                    </w:rPr>
                    <w:t>六年级</w:t>
                  </w:r>
                </w:p>
              </w:tc>
            </w:tr>
          </w:tbl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631743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陈丹玲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海棠区进士小学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13876662765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526059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彭小艳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海棠区进士小学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13976286501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六年级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975144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王司佳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华侨中学附属小学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13617549177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五年级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845287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吴晓花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鲁迅中学附属小学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18876083183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六年级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995397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王雪梅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三亚市第三小学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13832588511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六年级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988325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封南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华侨中学附属小学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13111999416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 w:bidi="ar-SA"/>
              </w:rPr>
              <w:t>三年级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695564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黄凤玲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三亚天涯区天涯小学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15500920005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五年级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660289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郑巧玲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三亚市八一小学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13278974500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六年级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678563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陈育芬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三亚市第三小学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18876988118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六年级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  <w:t xml:space="preserve"> 622356 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  <w:lang w:val="en-US" w:eastAsia="zh-CN"/>
              </w:rPr>
              <w:t>张雪蓉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三亚市崖州区拱北小学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 w:bidi="ar-SA"/>
              </w:rPr>
              <w:t>1</w:t>
            </w:r>
            <w:r>
              <w:rPr>
                <w:rFonts w:hint="eastAsia"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  <w:t xml:space="preserve">3876564136   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 w:bidi="ar-SA"/>
              </w:rPr>
              <w:t>三年级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kern w:val="0"/>
                <w:sz w:val="24"/>
                <w:szCs w:val="24"/>
                <w:lang w:val="en-US" w:eastAsia="zh-CN"/>
              </w:rPr>
              <w:t>514818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  <w:lang w:val="en-US" w:eastAsia="zh-CN"/>
              </w:rPr>
              <w:t>吴开琛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  <w:lang w:val="en-US" w:eastAsia="zh-CN"/>
              </w:rPr>
              <w:t>15120681161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/>
                <w:sz w:val="24"/>
                <w:szCs w:val="24"/>
              </w:rPr>
              <w:t>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606542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kern w:val="0"/>
                <w:sz w:val="24"/>
                <w:szCs w:val="24"/>
                <w:lang w:val="en-US" w:eastAsia="zh-CN"/>
              </w:rPr>
              <w:t>吴振潮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  <w:lang w:val="en-US" w:eastAsia="zh-CN"/>
              </w:rPr>
              <w:t>13876583125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kern w:val="0"/>
                <w:sz w:val="24"/>
                <w:szCs w:val="24"/>
                <w:lang w:val="en-US" w:eastAsia="zh-CN"/>
              </w:rPr>
              <w:t>二年级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44"/>
              </w:tabs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979569</w:t>
            </w:r>
            <w:bookmarkStart w:id="0" w:name="_GoBack"/>
            <w:bookmarkEnd w:id="0"/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刘芳君</w:t>
            </w: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鲁迅中学附属小学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  <w:t>17508916188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240" w:firstLineChars="100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  <w:t>六年级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240" w:firstLineChars="100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Calibri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rPr>
                <w:rFonts w:ascii="宋体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0CD4"/>
    <w:rsid w:val="001C1CE7"/>
    <w:rsid w:val="00480CD4"/>
    <w:rsid w:val="004E5D63"/>
    <w:rsid w:val="005910B3"/>
    <w:rsid w:val="006D7257"/>
    <w:rsid w:val="00A477F3"/>
    <w:rsid w:val="00BD4540"/>
    <w:rsid w:val="11693EB3"/>
    <w:rsid w:val="15F817F7"/>
    <w:rsid w:val="33DB223F"/>
    <w:rsid w:val="5135627A"/>
    <w:rsid w:val="5C715C3E"/>
    <w:rsid w:val="68AF0AA5"/>
    <w:rsid w:val="785327F3"/>
    <w:rsid w:val="78AB01BB"/>
    <w:rsid w:val="78ED43F0"/>
    <w:rsid w:val="7D067EE7"/>
    <w:rsid w:val="7E5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iPriority w:val="99"/>
    <w:pPr>
      <w:jc w:val="left"/>
    </w:pPr>
  </w:style>
  <w:style w:type="paragraph" w:styleId="3">
    <w:name w:val="Balloon Text"/>
    <w:basedOn w:val="1"/>
    <w:link w:val="11"/>
    <w:uiPriority w:val="99"/>
    <w:rPr>
      <w:sz w:val="18"/>
      <w:szCs w:val="18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uiPriority w:val="99"/>
    <w:rPr>
      <w:b/>
      <w:bCs/>
    </w:rPr>
  </w:style>
  <w:style w:type="character" w:styleId="9">
    <w:name w:val="annotation reference"/>
    <w:basedOn w:val="8"/>
    <w:uiPriority w:val="99"/>
    <w:rPr>
      <w:rFonts w:cs="Times New Roman"/>
      <w:sz w:val="21"/>
      <w:szCs w:val="21"/>
    </w:rPr>
  </w:style>
  <w:style w:type="character" w:customStyle="1" w:styleId="10">
    <w:name w:val="Comment Text Char"/>
    <w:basedOn w:val="8"/>
    <w:link w:val="2"/>
    <w:locked/>
    <w:uiPriority w:val="99"/>
    <w:rPr>
      <w:rFonts w:cs="Times New Roman"/>
    </w:rPr>
  </w:style>
  <w:style w:type="character" w:customStyle="1" w:styleId="11">
    <w:name w:val="Balloon Text Char"/>
    <w:basedOn w:val="8"/>
    <w:link w:val="3"/>
    <w:locked/>
    <w:uiPriority w:val="99"/>
    <w:rPr>
      <w:rFonts w:cs="Times New Roman"/>
      <w:sz w:val="18"/>
      <w:szCs w:val="18"/>
    </w:rPr>
  </w:style>
  <w:style w:type="character" w:customStyle="1" w:styleId="12">
    <w:name w:val="Footer Char"/>
    <w:basedOn w:val="8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3">
    <w:name w:val="Header Char"/>
    <w:basedOn w:val="8"/>
    <w:link w:val="5"/>
    <w:locked/>
    <w:uiPriority w:val="99"/>
    <w:rPr>
      <w:rFonts w:cs="Times New Roman"/>
      <w:kern w:val="2"/>
      <w:sz w:val="18"/>
      <w:szCs w:val="18"/>
    </w:rPr>
  </w:style>
  <w:style w:type="character" w:customStyle="1" w:styleId="14">
    <w:name w:val="Comment Subject Char"/>
    <w:basedOn w:val="10"/>
    <w:link w:val="6"/>
    <w:locked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208</Words>
  <Characters>1186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2019-11-04T18:07:00Z</dcterms:created>
  <dc:creator>Administrator</dc:creator>
  <cp:lastModifiedBy>Administrator</cp:lastModifiedBy>
  <cp:lastPrinted>2019-11-09T02:34:00Z</cp:lastPrinted>
  <dcterms:modified xsi:type="dcterms:W3CDTF">2021-11-07T13:45:01Z</dcterms:modified>
  <dc:title>曾艳青工作室成员名单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D7E0065E39A740B1B2452CCCC794F7D1</vt:lpwstr>
  </property>
</Properties>
</file>