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81B" w:rsidRPr="00503966" w:rsidRDefault="00B2081B" w:rsidP="006F475B">
      <w:pPr>
        <w:rPr>
          <w:rFonts w:ascii="仿宋" w:eastAsia="仿宋" w:hAnsi="仿宋"/>
          <w:sz w:val="28"/>
          <w:szCs w:val="28"/>
        </w:rPr>
      </w:pPr>
      <w:r w:rsidRPr="00503966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/>
          <w:sz w:val="28"/>
          <w:szCs w:val="28"/>
        </w:rPr>
        <w:t>2</w:t>
      </w:r>
    </w:p>
    <w:p w:rsidR="00B2081B" w:rsidRPr="00503966" w:rsidRDefault="00B2081B" w:rsidP="008F0AFE">
      <w:pPr>
        <w:jc w:val="center"/>
        <w:rPr>
          <w:rFonts w:ascii="仿宋" w:eastAsia="仿宋" w:hAnsi="仿宋" w:cs="Tahoma"/>
          <w:color w:val="000000"/>
          <w:kern w:val="0"/>
          <w:sz w:val="36"/>
          <w:szCs w:val="36"/>
        </w:rPr>
      </w:pPr>
      <w:r w:rsidRPr="00503966">
        <w:rPr>
          <w:rFonts w:ascii="仿宋" w:eastAsia="仿宋" w:hAnsi="仿宋" w:cs="Tahoma" w:hint="eastAsia"/>
          <w:color w:val="000000"/>
          <w:kern w:val="0"/>
          <w:sz w:val="36"/>
          <w:szCs w:val="36"/>
        </w:rPr>
        <w:t>名额分配表</w:t>
      </w:r>
    </w:p>
    <w:tbl>
      <w:tblPr>
        <w:tblW w:w="0" w:type="auto"/>
        <w:tblInd w:w="1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3"/>
        <w:gridCol w:w="3346"/>
        <w:gridCol w:w="2700"/>
      </w:tblGrid>
      <w:tr w:rsidR="00B2081B" w:rsidRPr="00B5179F" w:rsidTr="008F0AFE">
        <w:tc>
          <w:tcPr>
            <w:tcW w:w="793" w:type="dxa"/>
          </w:tcPr>
          <w:p w:rsidR="00B2081B" w:rsidRPr="00685A33" w:rsidRDefault="00B2081B" w:rsidP="006F475B">
            <w:pPr>
              <w:spacing w:line="420" w:lineRule="exact"/>
              <w:jc w:val="center"/>
              <w:rPr>
                <w:b/>
                <w:sz w:val="32"/>
                <w:szCs w:val="32"/>
              </w:rPr>
            </w:pPr>
            <w:r w:rsidRPr="00685A33">
              <w:rPr>
                <w:rFonts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3346" w:type="dxa"/>
          </w:tcPr>
          <w:p w:rsidR="00B2081B" w:rsidRPr="00685A33" w:rsidRDefault="00B2081B" w:rsidP="006F475B">
            <w:pPr>
              <w:spacing w:line="420" w:lineRule="exact"/>
              <w:jc w:val="center"/>
              <w:rPr>
                <w:b/>
                <w:sz w:val="32"/>
                <w:szCs w:val="32"/>
              </w:rPr>
            </w:pPr>
            <w:r w:rsidRPr="00685A33">
              <w:rPr>
                <w:rFonts w:hint="eastAsia"/>
                <w:b/>
                <w:sz w:val="32"/>
                <w:szCs w:val="32"/>
              </w:rPr>
              <w:t>区域</w:t>
            </w:r>
          </w:p>
        </w:tc>
        <w:tc>
          <w:tcPr>
            <w:tcW w:w="2700" w:type="dxa"/>
          </w:tcPr>
          <w:p w:rsidR="00B2081B" w:rsidRPr="00685A33" w:rsidRDefault="00B2081B" w:rsidP="006F475B">
            <w:pPr>
              <w:spacing w:line="420" w:lineRule="exact"/>
              <w:jc w:val="center"/>
              <w:rPr>
                <w:b/>
                <w:sz w:val="32"/>
                <w:szCs w:val="32"/>
              </w:rPr>
            </w:pPr>
            <w:r w:rsidRPr="00685A33">
              <w:rPr>
                <w:rFonts w:hint="eastAsia"/>
                <w:b/>
                <w:sz w:val="32"/>
                <w:szCs w:val="32"/>
              </w:rPr>
              <w:t>篇数</w:t>
            </w:r>
          </w:p>
        </w:tc>
      </w:tr>
      <w:tr w:rsidR="00B2081B" w:rsidRPr="00B5179F" w:rsidTr="008F0AFE">
        <w:tc>
          <w:tcPr>
            <w:tcW w:w="793" w:type="dxa"/>
          </w:tcPr>
          <w:p w:rsidR="00B2081B" w:rsidRPr="00685A33" w:rsidRDefault="00B2081B" w:rsidP="006F475B">
            <w:pPr>
              <w:spacing w:line="420" w:lineRule="exact"/>
              <w:jc w:val="center"/>
              <w:rPr>
                <w:b/>
                <w:sz w:val="32"/>
                <w:szCs w:val="32"/>
              </w:rPr>
            </w:pPr>
            <w:r w:rsidRPr="00685A33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3346" w:type="dxa"/>
          </w:tcPr>
          <w:p w:rsidR="00B2081B" w:rsidRPr="00685A33" w:rsidRDefault="00B2081B" w:rsidP="006F475B">
            <w:pPr>
              <w:spacing w:line="420" w:lineRule="exact"/>
              <w:jc w:val="center"/>
              <w:rPr>
                <w:sz w:val="32"/>
                <w:szCs w:val="32"/>
              </w:rPr>
            </w:pPr>
            <w:r w:rsidRPr="00685A33">
              <w:rPr>
                <w:rFonts w:hint="eastAsia"/>
                <w:sz w:val="32"/>
                <w:szCs w:val="32"/>
              </w:rPr>
              <w:t>吉阳区</w:t>
            </w:r>
          </w:p>
        </w:tc>
        <w:tc>
          <w:tcPr>
            <w:tcW w:w="2700" w:type="dxa"/>
          </w:tcPr>
          <w:p w:rsidR="00B2081B" w:rsidRPr="00685A33" w:rsidRDefault="00B2081B" w:rsidP="006F475B">
            <w:pPr>
              <w:spacing w:line="420" w:lineRule="exact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</w:tc>
      </w:tr>
      <w:tr w:rsidR="00B2081B" w:rsidRPr="00B5179F" w:rsidTr="008F0AFE">
        <w:tc>
          <w:tcPr>
            <w:tcW w:w="793" w:type="dxa"/>
          </w:tcPr>
          <w:p w:rsidR="00B2081B" w:rsidRPr="00685A33" w:rsidRDefault="00B2081B" w:rsidP="006F475B">
            <w:pPr>
              <w:spacing w:line="420" w:lineRule="exact"/>
              <w:jc w:val="center"/>
              <w:rPr>
                <w:b/>
                <w:sz w:val="32"/>
                <w:szCs w:val="32"/>
              </w:rPr>
            </w:pPr>
            <w:r w:rsidRPr="00685A33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3346" w:type="dxa"/>
          </w:tcPr>
          <w:p w:rsidR="00B2081B" w:rsidRPr="00685A33" w:rsidRDefault="00B2081B" w:rsidP="006F475B">
            <w:pPr>
              <w:spacing w:line="420" w:lineRule="exact"/>
              <w:jc w:val="center"/>
              <w:rPr>
                <w:sz w:val="32"/>
                <w:szCs w:val="32"/>
              </w:rPr>
            </w:pPr>
            <w:r w:rsidRPr="00685A33">
              <w:rPr>
                <w:rFonts w:hint="eastAsia"/>
                <w:sz w:val="32"/>
                <w:szCs w:val="32"/>
              </w:rPr>
              <w:t>天涯区</w:t>
            </w:r>
          </w:p>
        </w:tc>
        <w:tc>
          <w:tcPr>
            <w:tcW w:w="2700" w:type="dxa"/>
          </w:tcPr>
          <w:p w:rsidR="00B2081B" w:rsidRPr="00685A33" w:rsidRDefault="00B2081B" w:rsidP="006F475B">
            <w:pPr>
              <w:tabs>
                <w:tab w:val="center" w:pos="1158"/>
              </w:tabs>
              <w:spacing w:line="420" w:lineRule="exact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</w:tr>
      <w:tr w:rsidR="00B2081B" w:rsidRPr="00B5179F" w:rsidTr="008F0AFE">
        <w:tc>
          <w:tcPr>
            <w:tcW w:w="793" w:type="dxa"/>
          </w:tcPr>
          <w:p w:rsidR="00B2081B" w:rsidRPr="00685A33" w:rsidRDefault="00B2081B" w:rsidP="006F475B">
            <w:pPr>
              <w:spacing w:line="420" w:lineRule="exact"/>
              <w:jc w:val="center"/>
              <w:rPr>
                <w:b/>
                <w:sz w:val="32"/>
                <w:szCs w:val="32"/>
              </w:rPr>
            </w:pPr>
            <w:r w:rsidRPr="00685A33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3346" w:type="dxa"/>
          </w:tcPr>
          <w:p w:rsidR="00B2081B" w:rsidRPr="00685A33" w:rsidRDefault="00B2081B" w:rsidP="006F475B">
            <w:pPr>
              <w:spacing w:line="420" w:lineRule="exact"/>
              <w:jc w:val="center"/>
              <w:rPr>
                <w:color w:val="000000"/>
                <w:sz w:val="32"/>
                <w:szCs w:val="32"/>
              </w:rPr>
            </w:pPr>
            <w:r w:rsidRPr="00685A33">
              <w:rPr>
                <w:rFonts w:hint="eastAsia"/>
                <w:color w:val="000000"/>
                <w:sz w:val="32"/>
                <w:szCs w:val="32"/>
              </w:rPr>
              <w:t>崖州区</w:t>
            </w:r>
          </w:p>
        </w:tc>
        <w:tc>
          <w:tcPr>
            <w:tcW w:w="2700" w:type="dxa"/>
          </w:tcPr>
          <w:p w:rsidR="00B2081B" w:rsidRPr="00685A33" w:rsidRDefault="00B2081B" w:rsidP="006F475B">
            <w:pPr>
              <w:spacing w:line="420" w:lineRule="exact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4</w:t>
            </w:r>
          </w:p>
        </w:tc>
      </w:tr>
      <w:tr w:rsidR="00B2081B" w:rsidRPr="00B5179F" w:rsidTr="008F0AFE">
        <w:tc>
          <w:tcPr>
            <w:tcW w:w="793" w:type="dxa"/>
          </w:tcPr>
          <w:p w:rsidR="00B2081B" w:rsidRPr="00685A33" w:rsidRDefault="00B2081B" w:rsidP="006F475B">
            <w:pPr>
              <w:spacing w:line="420" w:lineRule="exact"/>
              <w:jc w:val="center"/>
              <w:rPr>
                <w:b/>
                <w:sz w:val="32"/>
                <w:szCs w:val="32"/>
              </w:rPr>
            </w:pPr>
            <w:r w:rsidRPr="00685A33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3346" w:type="dxa"/>
          </w:tcPr>
          <w:p w:rsidR="00B2081B" w:rsidRPr="00685A33" w:rsidRDefault="00B2081B" w:rsidP="006F475B">
            <w:pPr>
              <w:spacing w:line="420" w:lineRule="exact"/>
              <w:jc w:val="center"/>
              <w:rPr>
                <w:sz w:val="32"/>
                <w:szCs w:val="32"/>
              </w:rPr>
            </w:pPr>
            <w:r w:rsidRPr="00685A33">
              <w:rPr>
                <w:rFonts w:hint="eastAsia"/>
                <w:sz w:val="32"/>
                <w:szCs w:val="32"/>
              </w:rPr>
              <w:t>海棠区</w:t>
            </w:r>
          </w:p>
        </w:tc>
        <w:tc>
          <w:tcPr>
            <w:tcW w:w="2700" w:type="dxa"/>
          </w:tcPr>
          <w:p w:rsidR="00B2081B" w:rsidRPr="00685A33" w:rsidRDefault="00B2081B" w:rsidP="006F475B">
            <w:pPr>
              <w:spacing w:line="420" w:lineRule="exact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</w:tr>
      <w:tr w:rsidR="00B2081B" w:rsidRPr="00B5179F" w:rsidTr="008F0AFE">
        <w:tc>
          <w:tcPr>
            <w:tcW w:w="793" w:type="dxa"/>
          </w:tcPr>
          <w:p w:rsidR="00B2081B" w:rsidRPr="00685A33" w:rsidRDefault="00B2081B" w:rsidP="006F475B">
            <w:pPr>
              <w:spacing w:line="420" w:lineRule="exact"/>
              <w:jc w:val="center"/>
              <w:rPr>
                <w:b/>
                <w:sz w:val="32"/>
                <w:szCs w:val="32"/>
              </w:rPr>
            </w:pPr>
            <w:r w:rsidRPr="00685A33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3346" w:type="dxa"/>
          </w:tcPr>
          <w:p w:rsidR="00B2081B" w:rsidRPr="00685A33" w:rsidRDefault="00B2081B" w:rsidP="006F475B">
            <w:pPr>
              <w:spacing w:line="420" w:lineRule="exact"/>
              <w:jc w:val="center"/>
              <w:rPr>
                <w:sz w:val="32"/>
                <w:szCs w:val="32"/>
              </w:rPr>
            </w:pPr>
            <w:r w:rsidRPr="00685A33">
              <w:rPr>
                <w:rFonts w:hint="eastAsia"/>
                <w:sz w:val="32"/>
                <w:szCs w:val="32"/>
              </w:rPr>
              <w:t>育才生态区</w:t>
            </w:r>
          </w:p>
        </w:tc>
        <w:tc>
          <w:tcPr>
            <w:tcW w:w="2700" w:type="dxa"/>
          </w:tcPr>
          <w:p w:rsidR="00B2081B" w:rsidRPr="00685A33" w:rsidRDefault="00B2081B" w:rsidP="006F475B">
            <w:pPr>
              <w:spacing w:line="420" w:lineRule="exact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</w:tr>
      <w:tr w:rsidR="00B2081B" w:rsidRPr="00B5179F" w:rsidTr="008F0AFE">
        <w:tc>
          <w:tcPr>
            <w:tcW w:w="793" w:type="dxa"/>
          </w:tcPr>
          <w:p w:rsidR="00B2081B" w:rsidRPr="00685A33" w:rsidRDefault="00B2081B" w:rsidP="006F475B">
            <w:pPr>
              <w:spacing w:line="420" w:lineRule="exact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346" w:type="dxa"/>
          </w:tcPr>
          <w:p w:rsidR="00B2081B" w:rsidRPr="00685A33" w:rsidRDefault="00B2081B" w:rsidP="006F475B">
            <w:pPr>
              <w:spacing w:line="42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市级教研员</w:t>
            </w:r>
          </w:p>
        </w:tc>
        <w:tc>
          <w:tcPr>
            <w:tcW w:w="2700" w:type="dxa"/>
          </w:tcPr>
          <w:p w:rsidR="00B2081B" w:rsidRPr="00685A33" w:rsidRDefault="00B2081B" w:rsidP="006F475B">
            <w:pPr>
              <w:spacing w:line="420" w:lineRule="exact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</w:tr>
      <w:tr w:rsidR="00B2081B" w:rsidRPr="00685A33" w:rsidTr="00601C17">
        <w:tc>
          <w:tcPr>
            <w:tcW w:w="793" w:type="dxa"/>
          </w:tcPr>
          <w:p w:rsidR="00B2081B" w:rsidRPr="00685A33" w:rsidRDefault="00B2081B" w:rsidP="00A57337">
            <w:pPr>
              <w:spacing w:line="420" w:lineRule="exact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346" w:type="dxa"/>
          </w:tcPr>
          <w:p w:rsidR="00B2081B" w:rsidRPr="00685A33" w:rsidRDefault="00B2081B" w:rsidP="00A57337">
            <w:pPr>
              <w:spacing w:line="420" w:lineRule="exact"/>
              <w:jc w:val="center"/>
              <w:rPr>
                <w:sz w:val="32"/>
                <w:szCs w:val="32"/>
              </w:rPr>
            </w:pPr>
            <w:r w:rsidRPr="00685A33">
              <w:rPr>
                <w:rFonts w:hint="eastAsia"/>
                <w:sz w:val="32"/>
                <w:szCs w:val="32"/>
              </w:rPr>
              <w:t>总数</w:t>
            </w:r>
          </w:p>
        </w:tc>
        <w:tc>
          <w:tcPr>
            <w:tcW w:w="2700" w:type="dxa"/>
          </w:tcPr>
          <w:p w:rsidR="00B2081B" w:rsidRPr="00685A33" w:rsidRDefault="00B2081B" w:rsidP="00A57337">
            <w:pPr>
              <w:spacing w:line="420" w:lineRule="exact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30</w:t>
            </w:r>
          </w:p>
        </w:tc>
      </w:tr>
    </w:tbl>
    <w:p w:rsidR="00B2081B" w:rsidRDefault="00B2081B" w:rsidP="00524A55">
      <w:pPr>
        <w:jc w:val="center"/>
        <w:rPr>
          <w:rFonts w:ascii="????" w:hAnsi="????" w:cs="????"/>
          <w:sz w:val="32"/>
          <w:szCs w:val="32"/>
        </w:rPr>
      </w:pPr>
    </w:p>
    <w:p w:rsidR="00B2081B" w:rsidRDefault="00B2081B" w:rsidP="00524A55">
      <w:pPr>
        <w:jc w:val="center"/>
        <w:rPr>
          <w:rFonts w:ascii="????" w:hAnsi="????" w:cs="????"/>
          <w:sz w:val="32"/>
          <w:szCs w:val="32"/>
        </w:rPr>
      </w:pPr>
      <w:bookmarkStart w:id="0" w:name="_GoBack"/>
      <w:bookmarkEnd w:id="0"/>
    </w:p>
    <w:sectPr w:rsidR="00B2081B" w:rsidSect="0086015B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81B" w:rsidRDefault="00B2081B" w:rsidP="006F475B">
      <w:r>
        <w:separator/>
      </w:r>
    </w:p>
  </w:endnote>
  <w:endnote w:type="continuationSeparator" w:id="0">
    <w:p w:rsidR="00B2081B" w:rsidRDefault="00B2081B" w:rsidP="006F47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??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81B" w:rsidRDefault="00B2081B" w:rsidP="006F475B">
      <w:r>
        <w:separator/>
      </w:r>
    </w:p>
  </w:footnote>
  <w:footnote w:type="continuationSeparator" w:id="0">
    <w:p w:rsidR="00B2081B" w:rsidRDefault="00B2081B" w:rsidP="006F47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2IxZWJmMzE3MDUxMGY2OGUyZDNmZTY3YWU0NGEwMjIifQ=="/>
  </w:docVars>
  <w:rsids>
    <w:rsidRoot w:val="00C1595E"/>
    <w:rsid w:val="DD7FF9BD"/>
    <w:rsid w:val="F7DF7D8D"/>
    <w:rsid w:val="FF0FA74A"/>
    <w:rsid w:val="FFFB02D7"/>
    <w:rsid w:val="001409D0"/>
    <w:rsid w:val="001527B7"/>
    <w:rsid w:val="00193319"/>
    <w:rsid w:val="001A75DA"/>
    <w:rsid w:val="00204E76"/>
    <w:rsid w:val="002C1E5A"/>
    <w:rsid w:val="002D35BA"/>
    <w:rsid w:val="00362684"/>
    <w:rsid w:val="003D217A"/>
    <w:rsid w:val="0042341E"/>
    <w:rsid w:val="0043574B"/>
    <w:rsid w:val="0046080A"/>
    <w:rsid w:val="00503966"/>
    <w:rsid w:val="00524A55"/>
    <w:rsid w:val="00585C6A"/>
    <w:rsid w:val="005E5FB1"/>
    <w:rsid w:val="00600CAB"/>
    <w:rsid w:val="00601C17"/>
    <w:rsid w:val="006332E0"/>
    <w:rsid w:val="006334F4"/>
    <w:rsid w:val="00685A33"/>
    <w:rsid w:val="006F475B"/>
    <w:rsid w:val="00770CD4"/>
    <w:rsid w:val="00782DF7"/>
    <w:rsid w:val="0086015B"/>
    <w:rsid w:val="008F0AFE"/>
    <w:rsid w:val="008F53D5"/>
    <w:rsid w:val="0098395C"/>
    <w:rsid w:val="009E6D4F"/>
    <w:rsid w:val="00A57337"/>
    <w:rsid w:val="00AC732C"/>
    <w:rsid w:val="00AF34D1"/>
    <w:rsid w:val="00B2081B"/>
    <w:rsid w:val="00B5179F"/>
    <w:rsid w:val="00BD45FD"/>
    <w:rsid w:val="00BE7446"/>
    <w:rsid w:val="00C1595E"/>
    <w:rsid w:val="00D619B3"/>
    <w:rsid w:val="00E06AE2"/>
    <w:rsid w:val="00ED2234"/>
    <w:rsid w:val="00EE05FA"/>
    <w:rsid w:val="00EE0F1A"/>
    <w:rsid w:val="00EF24CA"/>
    <w:rsid w:val="00F5410F"/>
    <w:rsid w:val="1CD63CE6"/>
    <w:rsid w:val="220117B3"/>
    <w:rsid w:val="232F1757"/>
    <w:rsid w:val="245E373A"/>
    <w:rsid w:val="29385A89"/>
    <w:rsid w:val="490D710D"/>
    <w:rsid w:val="4A533B7F"/>
    <w:rsid w:val="4B8244EA"/>
    <w:rsid w:val="4F772225"/>
    <w:rsid w:val="566E223B"/>
    <w:rsid w:val="5FDD98C8"/>
    <w:rsid w:val="683C0F01"/>
    <w:rsid w:val="76767EA5"/>
    <w:rsid w:val="7FDF7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6015B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6015B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F47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F475B"/>
    <w:rPr>
      <w:rFonts w:cs="Times New Roman"/>
      <w:kern w:val="2"/>
      <w:sz w:val="18"/>
    </w:rPr>
  </w:style>
  <w:style w:type="paragraph" w:styleId="Footer">
    <w:name w:val="footer"/>
    <w:basedOn w:val="Normal"/>
    <w:link w:val="FooterChar"/>
    <w:uiPriority w:val="99"/>
    <w:rsid w:val="006F47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F475B"/>
    <w:rPr>
      <w:rFonts w:cs="Times New Roman"/>
      <w:kern w:val="2"/>
      <w:sz w:val="18"/>
    </w:rPr>
  </w:style>
  <w:style w:type="paragraph" w:styleId="NormalWeb">
    <w:name w:val="Normal (Web)"/>
    <w:basedOn w:val="Normal"/>
    <w:uiPriority w:val="99"/>
    <w:rsid w:val="006F475B"/>
    <w:pPr>
      <w:widowControl/>
      <w:spacing w:beforeAutospacing="1" w:afterAutospacing="1"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12</Words>
  <Characters>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admin</dc:creator>
  <cp:keywords/>
  <dc:description/>
  <cp:lastModifiedBy>陈惠芹</cp:lastModifiedBy>
  <cp:revision>33</cp:revision>
  <dcterms:created xsi:type="dcterms:W3CDTF">2023-04-10T03:11:00Z</dcterms:created>
  <dcterms:modified xsi:type="dcterms:W3CDTF">2023-09-20T08:26:00Z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35A92DC8A8994904BBE3E06CE95CA300</vt:lpwstr>
  </property>
</Properties>
</file>